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E1EA807" w:rsidR="00F862D6" w:rsidRPr="003E6B9A" w:rsidRDefault="00200DEE" w:rsidP="00200DEE">
            <w:r w:rsidRPr="00200DEE">
              <w:rPr>
                <w:rFonts w:ascii="Helvetica" w:hAnsi="Helvetica"/>
              </w:rPr>
              <w:t>11979/2024-SŽ-SSV-Ú3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00DEE" w:rsidRDefault="00F862D6" w:rsidP="0077673A">
            <w:r w:rsidRPr="00200DEE">
              <w:t>Listů/příloh</w:t>
            </w:r>
          </w:p>
        </w:tc>
        <w:tc>
          <w:tcPr>
            <w:tcW w:w="2552" w:type="dxa"/>
          </w:tcPr>
          <w:p w14:paraId="333CD487" w14:textId="3DEA6619" w:rsidR="00F862D6" w:rsidRPr="00200DEE" w:rsidRDefault="00200DEE" w:rsidP="00CC1E2B">
            <w:r w:rsidRPr="00200DEE">
              <w:t>2</w:t>
            </w:r>
            <w:r w:rsidR="003E6B9A" w:rsidRPr="00200DEE">
              <w:t>/</w:t>
            </w:r>
            <w:r w:rsidRPr="00200DEE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D452C8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00DEE">
              <w:rPr>
                <w:noProof/>
              </w:rPr>
              <w:t>29.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2294166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F06085">
        <w:rPr>
          <w:rFonts w:eastAsia="Times New Roman" w:cs="Times New Roman"/>
          <w:lang w:eastAsia="cs-CZ"/>
        </w:rPr>
        <w:t>11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4EE6B858" w:rsidR="005C663F" w:rsidRDefault="005C663F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43AE2B6" w14:textId="3354FA0C" w:rsidR="00F06085" w:rsidRDefault="00F06085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E0964B7" w14:textId="77777777" w:rsidR="00337A57" w:rsidRPr="00F06085" w:rsidRDefault="00337A57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47AD81D2" w:rsidR="00BD5319" w:rsidRPr="00F06085" w:rsidRDefault="00BD5319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06085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06085" w:rsidRPr="00F06085">
        <w:rPr>
          <w:rFonts w:asciiTheme="majorHAnsi" w:eastAsia="Calibri" w:hAnsiTheme="majorHAnsi" w:cs="Times New Roman"/>
          <w:b/>
          <w:lang w:eastAsia="cs-CZ"/>
        </w:rPr>
        <w:t>72</w:t>
      </w:r>
      <w:r w:rsidRPr="00F06085">
        <w:rPr>
          <w:rFonts w:asciiTheme="majorHAnsi" w:eastAsia="Calibri" w:hAnsiTheme="majorHAnsi" w:cs="Times New Roman"/>
          <w:b/>
          <w:lang w:eastAsia="cs-CZ"/>
        </w:rPr>
        <w:t>:</w:t>
      </w:r>
    </w:p>
    <w:p w14:paraId="542D61BF" w14:textId="2E0C619C" w:rsidR="00F918A3" w:rsidRPr="00F06085" w:rsidRDefault="00F06085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06085">
        <w:rPr>
          <w:rFonts w:asciiTheme="majorHAnsi" w:hAnsiTheme="majorHAnsi" w:cs="Tahoma"/>
          <w:color w:val="000000"/>
          <w:shd w:val="clear" w:color="auto" w:fill="FFFFFF"/>
        </w:rPr>
        <w:t xml:space="preserve">U objektu </w:t>
      </w:r>
      <w:r w:rsidRPr="00F06085">
        <w:rPr>
          <w:rFonts w:asciiTheme="majorHAnsi" w:hAnsiTheme="majorHAnsi" w:cs="Tahoma"/>
          <w:b/>
          <w:color w:val="000000"/>
          <w:shd w:val="clear" w:color="auto" w:fill="FFFFFF"/>
        </w:rPr>
        <w:t>SO 01-19-02</w:t>
      </w:r>
      <w:r w:rsidRPr="00F06085">
        <w:rPr>
          <w:rFonts w:asciiTheme="majorHAnsi" w:hAnsiTheme="majorHAnsi" w:cs="Tahoma"/>
          <w:color w:val="000000"/>
          <w:shd w:val="clear" w:color="auto" w:fill="FFFFFF"/>
        </w:rPr>
        <w:t xml:space="preserve"> - Silniční most na ul. Butovická, položka 45131A PODKLADNÍ A VÝPLŇOVÉ VRSTVY Z PROSTÉHO BETONU C20/25 je popis, že se mimo jiné jedná o „beton pod dlažbou".</w:t>
      </w:r>
      <w:r w:rsidRPr="00F06085">
        <w:rPr>
          <w:rFonts w:asciiTheme="majorHAnsi" w:hAnsiTheme="majorHAnsi" w:cs="Tahoma"/>
          <w:color w:val="000000"/>
        </w:rPr>
        <w:br/>
      </w:r>
      <w:r w:rsidRPr="00F06085">
        <w:rPr>
          <w:rFonts w:asciiTheme="majorHAnsi" w:hAnsiTheme="majorHAnsi" w:cs="Tahoma"/>
          <w:color w:val="000000"/>
          <w:shd w:val="clear" w:color="auto" w:fill="FFFFFF"/>
        </w:rPr>
        <w:t>Ve výkrese 2.004 je však uvedeno, že kamenná dlažba je uložena do betonu C 25/30 XC4.</w:t>
      </w:r>
      <w:r w:rsidRPr="00F06085">
        <w:rPr>
          <w:rFonts w:asciiTheme="majorHAnsi" w:hAnsiTheme="majorHAnsi" w:cs="Tahoma"/>
          <w:color w:val="000000"/>
        </w:rPr>
        <w:br/>
      </w:r>
      <w:r w:rsidRPr="00F06085">
        <w:rPr>
          <w:rFonts w:asciiTheme="majorHAnsi" w:hAnsiTheme="majorHAnsi" w:cs="Tahoma"/>
          <w:color w:val="000000"/>
          <w:shd w:val="clear" w:color="auto" w:fill="FFFFFF"/>
        </w:rPr>
        <w:t>Žádáme o vysvětlení rozporu mezi VV a výkresovou dokumentací.</w:t>
      </w:r>
    </w:p>
    <w:p w14:paraId="2AAF6274" w14:textId="77777777" w:rsidR="00200DEE" w:rsidRPr="00200DEE" w:rsidRDefault="00200DEE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645BA3FF" w:rsidR="00BD5319" w:rsidRPr="00200DEE" w:rsidRDefault="00BD5319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00DE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956F0AA" w14:textId="34D5F9A5" w:rsidR="00015B46" w:rsidRPr="00200DEE" w:rsidRDefault="00BD4C36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0DEE">
        <w:rPr>
          <w:rFonts w:asciiTheme="majorHAnsi" w:eastAsia="Calibri" w:hAnsiTheme="majorHAnsi" w:cs="Times New Roman"/>
          <w:bCs/>
          <w:lang w:eastAsia="cs-CZ"/>
        </w:rPr>
        <w:t xml:space="preserve">Popis položky </w:t>
      </w:r>
      <w:proofErr w:type="gramStart"/>
      <w:r w:rsidR="002E723F" w:rsidRPr="00200DEE">
        <w:rPr>
          <w:rFonts w:asciiTheme="majorHAnsi" w:eastAsia="Calibri" w:hAnsiTheme="majorHAnsi" w:cs="Times New Roman"/>
          <w:bCs/>
          <w:lang w:eastAsia="cs-CZ"/>
        </w:rPr>
        <w:t>45131A</w:t>
      </w:r>
      <w:proofErr w:type="gramEnd"/>
      <w:r w:rsidRPr="00200DEE">
        <w:rPr>
          <w:rFonts w:asciiTheme="majorHAnsi" w:eastAsia="Calibri" w:hAnsiTheme="majorHAnsi" w:cs="Times New Roman"/>
          <w:bCs/>
          <w:lang w:eastAsia="cs-CZ"/>
        </w:rPr>
        <w:t xml:space="preserve"> byl upraven a byla doplněna položka č.36 pro podkladní beton pod dlažbu.</w:t>
      </w:r>
    </w:p>
    <w:p w14:paraId="0FD6F24E" w14:textId="1058BFC9" w:rsidR="00BD4C36" w:rsidRPr="00200DEE" w:rsidRDefault="00BD4C36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7C24EE6" w14:textId="6228071B" w:rsidR="00BD4C36" w:rsidRPr="00200DEE" w:rsidRDefault="00BD4C36" w:rsidP="00F06085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200DEE">
        <w:rPr>
          <w:rFonts w:asciiTheme="majorHAnsi" w:eastAsia="Calibri" w:hAnsiTheme="majorHAnsi" w:cs="Times New Roman"/>
          <w:b/>
          <w:bCs/>
          <w:lang w:eastAsia="cs-CZ"/>
        </w:rPr>
        <w:t>Byl upraven soupis prací SO 01-19-02.</w:t>
      </w:r>
    </w:p>
    <w:p w14:paraId="2F7358C3" w14:textId="2560B670" w:rsidR="00015B46" w:rsidRPr="00200DEE" w:rsidRDefault="00015B46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A43A64E" w14:textId="77777777" w:rsidR="00200DEE" w:rsidRPr="00200DEE" w:rsidRDefault="00200DEE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9C9076C" w14:textId="1F42CECE" w:rsidR="00BD5319" w:rsidRPr="00200DEE" w:rsidRDefault="00BD5319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00DEE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06085" w:rsidRPr="00200DEE">
        <w:rPr>
          <w:rFonts w:asciiTheme="majorHAnsi" w:eastAsia="Calibri" w:hAnsiTheme="majorHAnsi" w:cs="Times New Roman"/>
          <w:b/>
          <w:lang w:eastAsia="cs-CZ"/>
        </w:rPr>
        <w:t>73</w:t>
      </w:r>
      <w:r w:rsidRPr="00200DEE">
        <w:rPr>
          <w:rFonts w:asciiTheme="majorHAnsi" w:eastAsia="Calibri" w:hAnsiTheme="majorHAnsi" w:cs="Times New Roman"/>
          <w:b/>
          <w:lang w:eastAsia="cs-CZ"/>
        </w:rPr>
        <w:t>:</w:t>
      </w:r>
    </w:p>
    <w:p w14:paraId="066B306F" w14:textId="675097D1" w:rsidR="00F06085" w:rsidRPr="00200DEE" w:rsidRDefault="00F06085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0DEE">
        <w:rPr>
          <w:rFonts w:asciiTheme="majorHAnsi" w:eastAsia="Calibri" w:hAnsiTheme="majorHAnsi" w:cs="Times New Roman"/>
          <w:bCs/>
          <w:lang w:eastAsia="cs-CZ"/>
        </w:rPr>
        <w:t xml:space="preserve">U objektu </w:t>
      </w:r>
      <w:r w:rsidRPr="00200DEE">
        <w:rPr>
          <w:rFonts w:asciiTheme="majorHAnsi" w:eastAsia="Calibri" w:hAnsiTheme="majorHAnsi" w:cs="Times New Roman"/>
          <w:b/>
          <w:bCs/>
          <w:lang w:eastAsia="cs-CZ"/>
        </w:rPr>
        <w:t>SO 01-19-02</w:t>
      </w:r>
      <w:r w:rsidRPr="00200DEE">
        <w:rPr>
          <w:rFonts w:asciiTheme="majorHAnsi" w:eastAsia="Calibri" w:hAnsiTheme="majorHAnsi" w:cs="Times New Roman"/>
          <w:bCs/>
          <w:lang w:eastAsia="cs-CZ"/>
        </w:rPr>
        <w:t xml:space="preserve"> - Silniční most na ul. Butovická, v oddíle E 741 Elektroinstalace – silnoproud je součástí výkazu výměr položka R74112715 Objímky. V doplňkovém textu je pouze uvedeno množství 22 ks. Nikde v technické zprávě ani ve výkresové dokumentaci jsme nenašli podrobnější specifikaci těchto objímek.</w:t>
      </w:r>
    </w:p>
    <w:p w14:paraId="3273162F" w14:textId="24DB7E46" w:rsidR="00F918A3" w:rsidRPr="00200DEE" w:rsidRDefault="00F06085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0DEE">
        <w:rPr>
          <w:rFonts w:asciiTheme="majorHAnsi" w:eastAsia="Calibri" w:hAnsiTheme="majorHAnsi" w:cs="Times New Roman"/>
          <w:bCs/>
          <w:lang w:eastAsia="cs-CZ"/>
        </w:rPr>
        <w:t>Žádáme zadavatele o doplnění specifikace objímek.</w:t>
      </w:r>
    </w:p>
    <w:p w14:paraId="138819C0" w14:textId="77777777" w:rsidR="00F06085" w:rsidRPr="00200DEE" w:rsidRDefault="00F06085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CE4D3A7" w14:textId="4A8A307D" w:rsidR="00015B46" w:rsidRPr="00200DEE" w:rsidRDefault="00015B46" w:rsidP="00F0608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200DE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198A95F" w14:textId="604FB9FA" w:rsidR="00015B46" w:rsidRPr="00200DEE" w:rsidRDefault="002E723F" w:rsidP="00F0608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200DEE">
        <w:rPr>
          <w:rFonts w:asciiTheme="majorHAnsi" w:eastAsia="Calibri" w:hAnsiTheme="majorHAnsi" w:cs="Times New Roman"/>
          <w:bCs/>
          <w:lang w:eastAsia="cs-CZ"/>
        </w:rPr>
        <w:t>Jedná se o objímky s</w:t>
      </w:r>
      <w:r w:rsidR="00200DEE" w:rsidRPr="00200DEE">
        <w:rPr>
          <w:rFonts w:asciiTheme="majorHAnsi" w:eastAsia="Calibri" w:hAnsiTheme="majorHAnsi" w:cs="Times New Roman"/>
          <w:bCs/>
          <w:lang w:eastAsia="cs-CZ"/>
        </w:rPr>
        <w:t>l</w:t>
      </w:r>
      <w:r w:rsidRPr="00200DEE">
        <w:rPr>
          <w:rFonts w:asciiTheme="majorHAnsi" w:eastAsia="Calibri" w:hAnsiTheme="majorHAnsi" w:cs="Times New Roman"/>
          <w:bCs/>
          <w:lang w:eastAsia="cs-CZ"/>
        </w:rPr>
        <w:t>oužící k </w:t>
      </w:r>
      <w:r w:rsidR="005429A8" w:rsidRPr="00200DEE">
        <w:rPr>
          <w:rFonts w:asciiTheme="majorHAnsi" w:eastAsia="Calibri" w:hAnsiTheme="majorHAnsi" w:cs="Times New Roman"/>
          <w:bCs/>
          <w:lang w:eastAsia="cs-CZ"/>
        </w:rPr>
        <w:t>uchycení</w:t>
      </w:r>
      <w:r w:rsidRPr="00200DEE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5429A8" w:rsidRPr="00200DEE">
        <w:rPr>
          <w:rFonts w:asciiTheme="majorHAnsi" w:eastAsia="Calibri" w:hAnsiTheme="majorHAnsi" w:cs="Times New Roman"/>
          <w:bCs/>
          <w:lang w:eastAsia="cs-CZ"/>
        </w:rPr>
        <w:t>chráničky</w:t>
      </w:r>
      <w:r w:rsidR="00C25115" w:rsidRPr="00200DEE">
        <w:rPr>
          <w:rFonts w:asciiTheme="majorHAnsi" w:eastAsia="Calibri" w:hAnsiTheme="majorHAnsi" w:cs="Times New Roman"/>
          <w:bCs/>
          <w:lang w:eastAsia="cs-CZ"/>
        </w:rPr>
        <w:t xml:space="preserve"> VO</w:t>
      </w:r>
      <w:r w:rsidR="005429A8" w:rsidRPr="00200DEE">
        <w:rPr>
          <w:rFonts w:asciiTheme="majorHAnsi" w:eastAsia="Calibri" w:hAnsiTheme="majorHAnsi" w:cs="Times New Roman"/>
          <w:bCs/>
          <w:lang w:eastAsia="cs-CZ"/>
        </w:rPr>
        <w:t xml:space="preserve"> </w:t>
      </w:r>
      <w:proofErr w:type="spellStart"/>
      <w:r w:rsidR="005429A8" w:rsidRPr="00200DEE">
        <w:rPr>
          <w:rFonts w:asciiTheme="majorHAnsi" w:eastAsia="Calibri" w:hAnsiTheme="majorHAnsi" w:cs="Times New Roman"/>
          <w:bCs/>
          <w:lang w:eastAsia="cs-CZ"/>
        </w:rPr>
        <w:t>fi</w:t>
      </w:r>
      <w:proofErr w:type="spellEnd"/>
      <w:r w:rsidR="005429A8" w:rsidRPr="00200DEE">
        <w:rPr>
          <w:rFonts w:asciiTheme="majorHAnsi" w:eastAsia="Calibri" w:hAnsiTheme="majorHAnsi" w:cs="Times New Roman"/>
          <w:bCs/>
          <w:lang w:eastAsia="cs-CZ"/>
        </w:rPr>
        <w:t xml:space="preserve"> 110 mm. Chránička je součásti SO 01-11-01. Objímky budou v nerezovém proveden</w:t>
      </w:r>
      <w:r w:rsidR="00C25115" w:rsidRPr="00200DEE">
        <w:rPr>
          <w:rFonts w:asciiTheme="majorHAnsi" w:eastAsia="Calibri" w:hAnsiTheme="majorHAnsi" w:cs="Times New Roman"/>
          <w:bCs/>
          <w:lang w:eastAsia="cs-CZ"/>
        </w:rPr>
        <w:t>í</w:t>
      </w:r>
      <w:r w:rsidR="005429A8" w:rsidRPr="00200DEE">
        <w:rPr>
          <w:rFonts w:asciiTheme="majorHAnsi" w:eastAsia="Calibri" w:hAnsiTheme="majorHAnsi" w:cs="Times New Roman"/>
          <w:bCs/>
          <w:lang w:eastAsia="cs-CZ"/>
        </w:rPr>
        <w:t>.</w:t>
      </w:r>
    </w:p>
    <w:p w14:paraId="31C3B0BB" w14:textId="0D8E16AB" w:rsidR="005429A8" w:rsidRPr="00F06085" w:rsidRDefault="005429A8" w:rsidP="00F0608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59B9A54" w14:textId="4EECED63" w:rsidR="00015B46" w:rsidRDefault="00015B46" w:rsidP="00F0608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25BD491" w14:textId="77777777" w:rsidR="00337A57" w:rsidRPr="00F06085" w:rsidRDefault="00337A57" w:rsidP="00F0608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337A5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352946EC" w:rsidR="00664163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B929312" w14:textId="1120CA05" w:rsidR="00337A57" w:rsidRDefault="00337A57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1F2E94D" w14:textId="77777777" w:rsidR="00337A57" w:rsidRPr="00BD5319" w:rsidRDefault="00337A57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337A57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37A57">
        <w:rPr>
          <w:rFonts w:eastAsia="Calibri" w:cs="Times New Roman"/>
          <w:b/>
          <w:bCs/>
          <w:lang w:eastAsia="cs-CZ"/>
        </w:rPr>
        <w:t>P</w:t>
      </w:r>
      <w:bookmarkStart w:id="1" w:name="_GoBack"/>
      <w:bookmarkEnd w:id="1"/>
      <w:r w:rsidRPr="00337A57">
        <w:rPr>
          <w:rFonts w:eastAsia="Calibri" w:cs="Times New Roman"/>
          <w:b/>
          <w:bCs/>
          <w:lang w:eastAsia="cs-CZ"/>
        </w:rPr>
        <w:t xml:space="preserve">říloha: </w:t>
      </w:r>
      <w:r w:rsidRPr="00337A5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37A57">
        <w:rPr>
          <w:rFonts w:eastAsia="Calibri" w:cs="Times New Roman"/>
          <w:bCs/>
          <w:lang w:eastAsia="cs-CZ"/>
        </w:rPr>
        <w:instrText xml:space="preserve"> FORMTEXT </w:instrText>
      </w:r>
      <w:r w:rsidRPr="00337A57">
        <w:rPr>
          <w:rFonts w:eastAsia="Calibri" w:cs="Times New Roman"/>
          <w:bCs/>
          <w:lang w:eastAsia="cs-CZ"/>
        </w:rPr>
      </w:r>
      <w:r w:rsidRPr="00337A57">
        <w:rPr>
          <w:rFonts w:eastAsia="Calibri" w:cs="Times New Roman"/>
          <w:bCs/>
          <w:lang w:eastAsia="cs-CZ"/>
        </w:rPr>
        <w:fldChar w:fldCharType="separate"/>
      </w:r>
      <w:r w:rsidRPr="00337A57">
        <w:rPr>
          <w:rFonts w:eastAsia="Calibri" w:cs="Times New Roman"/>
          <w:bCs/>
          <w:lang w:eastAsia="cs-CZ"/>
        </w:rPr>
        <w:t> </w:t>
      </w:r>
      <w:r w:rsidRPr="00337A57">
        <w:rPr>
          <w:rFonts w:eastAsia="Calibri" w:cs="Times New Roman"/>
          <w:bCs/>
          <w:lang w:eastAsia="cs-CZ"/>
        </w:rPr>
        <w:t> </w:t>
      </w:r>
      <w:r w:rsidRPr="00337A57">
        <w:rPr>
          <w:rFonts w:eastAsia="Calibri" w:cs="Times New Roman"/>
          <w:bCs/>
          <w:lang w:eastAsia="cs-CZ"/>
        </w:rPr>
        <w:t> </w:t>
      </w:r>
      <w:r w:rsidRPr="00337A57">
        <w:rPr>
          <w:rFonts w:eastAsia="Calibri" w:cs="Times New Roman"/>
          <w:bCs/>
          <w:lang w:eastAsia="cs-CZ"/>
        </w:rPr>
        <w:t> </w:t>
      </w:r>
      <w:r w:rsidRPr="00337A57">
        <w:rPr>
          <w:rFonts w:eastAsia="Calibri" w:cs="Times New Roman"/>
          <w:bCs/>
          <w:lang w:eastAsia="cs-CZ"/>
        </w:rPr>
        <w:t> </w:t>
      </w:r>
      <w:r w:rsidRPr="00337A57">
        <w:rPr>
          <w:rFonts w:eastAsia="Calibri" w:cs="Times New Roman"/>
          <w:bCs/>
          <w:lang w:eastAsia="cs-CZ"/>
        </w:rPr>
        <w:fldChar w:fldCharType="end"/>
      </w:r>
    </w:p>
    <w:p w14:paraId="3568D690" w14:textId="33EB2CD4" w:rsidR="00664163" w:rsidRPr="00337A57" w:rsidRDefault="00200DE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7A57">
        <w:rPr>
          <w:rFonts w:eastAsia="Calibri" w:cs="Times New Roman"/>
          <w:lang w:eastAsia="cs-CZ"/>
        </w:rPr>
        <w:t>XDC_Přejezd_P6501_Přerov-Bohumín_20241029_zm10</w:t>
      </w:r>
      <w:r w:rsidR="001B7537" w:rsidRPr="00337A57">
        <w:rPr>
          <w:rFonts w:eastAsia="Calibri" w:cs="Times New Roman"/>
          <w:lang w:eastAsia="cs-CZ"/>
        </w:rPr>
        <w:t>.xml</w:t>
      </w:r>
    </w:p>
    <w:p w14:paraId="551A1389" w14:textId="0A31482B" w:rsidR="001B7537" w:rsidRDefault="00200DE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37A57">
        <w:rPr>
          <w:rFonts w:eastAsia="Calibri" w:cs="Times New Roman"/>
          <w:lang w:eastAsia="cs-CZ"/>
        </w:rPr>
        <w:t>XLS_Přejezd_P6501_Přerov-Bohumín_20241029_zm10.xlsx</w:t>
      </w:r>
    </w:p>
    <w:p w14:paraId="2888B347" w14:textId="4682A8C4" w:rsidR="001B7537" w:rsidRDefault="001B753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9131E9" w14:textId="77777777" w:rsidR="001B7537" w:rsidRPr="00BD5319" w:rsidRDefault="001B753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3430E08" w:rsidR="00664163" w:rsidRPr="00200DE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00DEE">
        <w:rPr>
          <w:rFonts w:eastAsia="Calibri" w:cs="Times New Roman"/>
          <w:lang w:eastAsia="cs-CZ"/>
        </w:rPr>
        <w:t xml:space="preserve">V Olomouci dne </w:t>
      </w:r>
      <w:r w:rsidR="00200DEE" w:rsidRPr="00200DEE">
        <w:rPr>
          <w:rFonts w:eastAsia="Calibri" w:cs="Times New Roman"/>
          <w:lang w:eastAsia="cs-CZ"/>
        </w:rPr>
        <w:t>29. 10. 2024</w:t>
      </w:r>
    </w:p>
    <w:p w14:paraId="6F75BA64" w14:textId="77777777" w:rsidR="00664163" w:rsidRPr="00200DE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00DE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00DE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00DE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00DE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200DE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00DEE">
        <w:rPr>
          <w:rFonts w:eastAsia="Times New Roman" w:cs="Times New Roman"/>
          <w:b/>
          <w:bCs/>
          <w:lang w:eastAsia="cs-CZ"/>
        </w:rPr>
        <w:t>Ing. Miroslav Bocák</w:t>
      </w:r>
      <w:r w:rsidRPr="00200DE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00DE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00DEE">
        <w:rPr>
          <w:rFonts w:eastAsia="Times New Roman" w:cs="Times New Roman"/>
          <w:lang w:eastAsia="cs-CZ"/>
        </w:rPr>
        <w:t>ředitel organizační jednotky</w:t>
      </w:r>
      <w:r w:rsidRPr="00200DEE">
        <w:rPr>
          <w:rFonts w:eastAsia="Times New Roman" w:cs="Times New Roman"/>
          <w:lang w:eastAsia="cs-CZ"/>
        </w:rPr>
        <w:tab/>
      </w:r>
    </w:p>
    <w:p w14:paraId="5DEDC136" w14:textId="77777777" w:rsidR="00664163" w:rsidRPr="00200DE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00DE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200DE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DF37" w14:textId="77777777" w:rsidR="006B7D49" w:rsidRDefault="006B7D49" w:rsidP="00962258">
      <w:pPr>
        <w:spacing w:after="0" w:line="240" w:lineRule="auto"/>
      </w:pPr>
      <w:r>
        <w:separator/>
      </w:r>
    </w:p>
  </w:endnote>
  <w:endnote w:type="continuationSeparator" w:id="0">
    <w:p w14:paraId="44B162D1" w14:textId="77777777" w:rsidR="006B7D49" w:rsidRDefault="006B7D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F1ADB7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75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75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45BF5F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7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753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2750" w14:textId="77777777" w:rsidR="006B7D49" w:rsidRDefault="006B7D49" w:rsidP="00962258">
      <w:pPr>
        <w:spacing w:after="0" w:line="240" w:lineRule="auto"/>
      </w:pPr>
      <w:r>
        <w:separator/>
      </w:r>
    </w:p>
  </w:footnote>
  <w:footnote w:type="continuationSeparator" w:id="0">
    <w:p w14:paraId="73698B4B" w14:textId="77777777" w:rsidR="006B7D49" w:rsidRDefault="006B7D4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DD7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23C8"/>
    <w:rsid w:val="000E72A0"/>
    <w:rsid w:val="00114472"/>
    <w:rsid w:val="001267E4"/>
    <w:rsid w:val="00156859"/>
    <w:rsid w:val="00170EC5"/>
    <w:rsid w:val="001747C1"/>
    <w:rsid w:val="0018596A"/>
    <w:rsid w:val="001B69C2"/>
    <w:rsid w:val="001B7537"/>
    <w:rsid w:val="001C4DA0"/>
    <w:rsid w:val="001C52F5"/>
    <w:rsid w:val="00200DEE"/>
    <w:rsid w:val="00207DF5"/>
    <w:rsid w:val="00266AA0"/>
    <w:rsid w:val="00267369"/>
    <w:rsid w:val="0026785D"/>
    <w:rsid w:val="00273CE2"/>
    <w:rsid w:val="00296D39"/>
    <w:rsid w:val="002A59FE"/>
    <w:rsid w:val="002C31BF"/>
    <w:rsid w:val="002E0CD7"/>
    <w:rsid w:val="002E723F"/>
    <w:rsid w:val="002F026B"/>
    <w:rsid w:val="00335122"/>
    <w:rsid w:val="00335732"/>
    <w:rsid w:val="00337A57"/>
    <w:rsid w:val="00357BC6"/>
    <w:rsid w:val="0037111D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29A8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1654"/>
    <w:rsid w:val="006104F6"/>
    <w:rsid w:val="0061068E"/>
    <w:rsid w:val="00630DC6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27033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4C36"/>
    <w:rsid w:val="00BD5319"/>
    <w:rsid w:val="00BD7E91"/>
    <w:rsid w:val="00BF374D"/>
    <w:rsid w:val="00BF6D48"/>
    <w:rsid w:val="00C02D0A"/>
    <w:rsid w:val="00C03A6E"/>
    <w:rsid w:val="00C25115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824F1"/>
    <w:rsid w:val="00E9347D"/>
    <w:rsid w:val="00EB104F"/>
    <w:rsid w:val="00ED14BD"/>
    <w:rsid w:val="00F01440"/>
    <w:rsid w:val="00F06085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8D702F4-1F10-4D88-B7D3-CE360EB6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7</cp:revision>
  <cp:lastPrinted>2024-09-30T12:07:00Z</cp:lastPrinted>
  <dcterms:created xsi:type="dcterms:W3CDTF">2024-10-24T13:03:00Z</dcterms:created>
  <dcterms:modified xsi:type="dcterms:W3CDTF">2024-10-29T07:39:00Z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